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8AD" w:rsidRDefault="00531306">
      <w:pPr>
        <w:pStyle w:val="Title"/>
      </w:pPr>
      <w:r>
        <w:t>‍‍</w:t>
      </w:r>
      <w:sdt>
        <w:sdtPr>
          <w:alias w:val="Your Name"/>
          <w:tag w:val=""/>
          <w:id w:val="1246310863"/>
          <w:placeholder>
            <w:docPart w:val="19CB8D43AACE4463907FB30D9DAC123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7708D7">
            <w:t>Your Name</w:t>
          </w:r>
        </w:sdtContent>
      </w:sdt>
    </w:p>
    <w:p w:rsidR="009138AD" w:rsidRDefault="00AC0B75">
      <w:sdt>
        <w:sdtPr>
          <w:alias w:val="Address"/>
          <w:tag w:val=""/>
          <w:id w:val="-593780209"/>
          <w:placeholder>
            <w:docPart w:val="E8BF3C0941F24276BCE7FBC287496DB7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531306">
            <w:t>[Address, City, ST  ZIP Code]</w:t>
          </w:r>
        </w:sdtContent>
      </w:sdt>
      <w:r w:rsidR="00531306">
        <w:t> | </w:t>
      </w:r>
      <w:sdt>
        <w:sdtPr>
          <w:alias w:val="Telephone"/>
          <w:tag w:val=""/>
          <w:id w:val="-1416317146"/>
          <w:placeholder>
            <w:docPart w:val="D8F16C2BBD1740158FE9E18AD3FE086A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531306">
            <w:t>[Telephone]</w:t>
          </w:r>
        </w:sdtContent>
      </w:sdt>
      <w:r w:rsidR="00531306">
        <w:t> | </w:t>
      </w:r>
      <w:sdt>
        <w:sdtPr>
          <w:alias w:val="Email"/>
          <w:tag w:val=""/>
          <w:id w:val="-391963670"/>
          <w:placeholder>
            <w:docPart w:val="0EB57CC5F736406EB9E6B8A92021CFD8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531306">
            <w:t>[Email]</w:t>
          </w:r>
        </w:sdtContent>
      </w:sdt>
    </w:p>
    <w:p w:rsidR="009138AD" w:rsidRDefault="00531306">
      <w:pPr>
        <w:pStyle w:val="SectionHeading"/>
        <w:spacing w:before="720"/>
      </w:pPr>
      <w:r>
        <w:t>Objective</w:t>
      </w:r>
    </w:p>
    <w:p w:rsidR="009138AD" w:rsidRDefault="00AC0B75">
      <w:pPr>
        <w:pStyle w:val="ListBullet"/>
      </w:pPr>
      <w:sdt>
        <w:sdtPr>
          <w:id w:val="396481143"/>
          <w:placeholder>
            <w:docPart w:val="78CAEC60D9B540ED97397E325916A4D7"/>
          </w:placeholder>
          <w:temporary/>
          <w:showingPlcHdr/>
          <w15:appearance w15:val="hidden"/>
        </w:sdtPr>
        <w:sdtEndPr/>
        <w:sdtContent>
          <w:r w:rsidR="00531306">
            <w:t>Check out the quick tips below to help you get started. To replace tip text with your own, just click it and start typing.</w:t>
          </w:r>
        </w:sdtContent>
      </w:sdt>
    </w:p>
    <w:p w:rsidR="007708D7" w:rsidRDefault="007708D7">
      <w:pPr>
        <w:pStyle w:val="SectionHeading"/>
      </w:pPr>
      <w:r>
        <w:t>Awards</w:t>
      </w:r>
    </w:p>
    <w:p w:rsidR="007708D7" w:rsidRDefault="007708D7" w:rsidP="007708D7">
      <w:pPr>
        <w:pStyle w:val="ListBullet"/>
      </w:pPr>
      <w:r>
        <w:t xml:space="preserve">Type of award </w:t>
      </w:r>
    </w:p>
    <w:p w:rsidR="007708D7" w:rsidRDefault="007708D7" w:rsidP="007708D7">
      <w:pPr>
        <w:pStyle w:val="ListBullet"/>
      </w:pPr>
      <w:r>
        <w:t xml:space="preserve">Type of award </w:t>
      </w:r>
    </w:p>
    <w:p w:rsidR="009138AD" w:rsidRDefault="00531306">
      <w:pPr>
        <w:pStyle w:val="SectionHeading"/>
      </w:pPr>
      <w:r>
        <w:t>Education</w:t>
      </w:r>
    </w:p>
    <w:p w:rsidR="009138AD" w:rsidRDefault="00AC0B75">
      <w:pPr>
        <w:pStyle w:val="Subsection"/>
        <w:spacing w:before="100"/>
      </w:pPr>
      <w:sdt>
        <w:sdtPr>
          <w:id w:val="-1403435167"/>
          <w:placeholder>
            <w:docPart w:val="0993E98A26B943DE95F0B97669E18EE2"/>
          </w:placeholder>
          <w:temporary/>
          <w:showingPlcHdr/>
          <w15:appearance w15:val="hidden"/>
          <w:text/>
        </w:sdtPr>
        <w:sdtEndPr/>
        <w:sdtContent>
          <w:r w:rsidR="00531306">
            <w:t>[Degree]</w:t>
          </w:r>
        </w:sdtContent>
      </w:sdt>
      <w:r w:rsidR="00531306">
        <w:t> | </w:t>
      </w:r>
      <w:sdt>
        <w:sdtPr>
          <w:id w:val="-315799195"/>
          <w:placeholder>
            <w:docPart w:val="2C82640A1B6C4CB2A056012D0A6E22CA"/>
          </w:placeholder>
          <w:temporary/>
          <w:showingPlcHdr/>
          <w15:appearance w15:val="hidden"/>
          <w:text/>
        </w:sdtPr>
        <w:sdtEndPr/>
        <w:sdtContent>
          <w:r w:rsidR="00531306">
            <w:t>[Date Earned]</w:t>
          </w:r>
        </w:sdtContent>
      </w:sdt>
      <w:r w:rsidR="00531306">
        <w:t> | </w:t>
      </w:r>
      <w:sdt>
        <w:sdtPr>
          <w:id w:val="530385979"/>
          <w:placeholder>
            <w:docPart w:val="FB861BEEADFE463388F57B9A856B7B6F"/>
          </w:placeholder>
          <w:temporary/>
          <w:showingPlcHdr/>
          <w15:appearance w15:val="hidden"/>
          <w:text/>
        </w:sdtPr>
        <w:sdtEndPr/>
        <w:sdtContent>
          <w:r w:rsidR="00531306">
            <w:t>[School]</w:t>
          </w:r>
        </w:sdtContent>
      </w:sdt>
    </w:p>
    <w:p w:rsidR="009138AD" w:rsidRDefault="00531306">
      <w:pPr>
        <w:pStyle w:val="ListBullet"/>
      </w:pPr>
      <w:r>
        <w:t xml:space="preserve">Major: </w:t>
      </w:r>
      <w:sdt>
        <w:sdtPr>
          <w:id w:val="1821224400"/>
          <w:placeholder>
            <w:docPart w:val="958F2E9CD1404D9A93D4F9495A5FC4DE"/>
          </w:placeholder>
          <w:temporary/>
          <w:showingPlcHdr/>
          <w15:appearance w15:val="hidden"/>
          <w:text/>
        </w:sdtPr>
        <w:sdtEndPr/>
        <w:sdtContent>
          <w:r>
            <w:t>[Click here to enter text]</w:t>
          </w:r>
        </w:sdtContent>
      </w:sdt>
    </w:p>
    <w:p w:rsidR="009138AD" w:rsidRDefault="00531306">
      <w:pPr>
        <w:pStyle w:val="ListBullet"/>
      </w:pPr>
      <w:r>
        <w:t xml:space="preserve">Minor: </w:t>
      </w:r>
      <w:sdt>
        <w:sdtPr>
          <w:id w:val="1025376684"/>
          <w:placeholder>
            <w:docPart w:val="958F2E9CD1404D9A93D4F9495A5FC4DE"/>
          </w:placeholder>
          <w:temporary/>
          <w:showingPlcHdr/>
          <w15:appearance w15:val="hidden"/>
          <w:text/>
        </w:sdtPr>
        <w:sdtEndPr/>
        <w:sdtContent>
          <w:r>
            <w:t>[Click here to enter text]</w:t>
          </w:r>
        </w:sdtContent>
      </w:sdt>
    </w:p>
    <w:p w:rsidR="009138AD" w:rsidRDefault="00531306">
      <w:pPr>
        <w:pStyle w:val="ListBullet"/>
      </w:pPr>
      <w:r>
        <w:t xml:space="preserve">Related coursework: </w:t>
      </w:r>
      <w:sdt>
        <w:sdtPr>
          <w:id w:val="1648172142"/>
          <w:placeholder>
            <w:docPart w:val="958F2E9CD1404D9A93D4F9495A5FC4DE"/>
          </w:placeholder>
          <w:temporary/>
          <w:showingPlcHdr/>
          <w15:appearance w15:val="hidden"/>
          <w:text/>
        </w:sdtPr>
        <w:sdtEndPr/>
        <w:sdtContent>
          <w:r>
            <w:t>[Click here to enter text]</w:t>
          </w:r>
        </w:sdtContent>
      </w:sdt>
    </w:p>
    <w:p w:rsidR="006803AC" w:rsidRDefault="006803AC" w:rsidP="006803AC">
      <w:pPr>
        <w:pStyle w:val="SectionHeading"/>
      </w:pPr>
      <w:r>
        <w:t>Work Experience</w:t>
      </w:r>
    </w:p>
    <w:p w:rsidR="006803AC" w:rsidRDefault="006803AC" w:rsidP="006803AC">
      <w:pPr>
        <w:pStyle w:val="Subsection"/>
        <w:spacing w:before="100"/>
      </w:pPr>
      <w:sdt>
        <w:sdtPr>
          <w:id w:val="-1093548063"/>
          <w:placeholder>
            <w:docPart w:val="1C8BE4226F774AAFB17B9BE3B6E76806"/>
          </w:placeholder>
          <w:temporary/>
          <w:showingPlcHdr/>
          <w15:appearance w15:val="hidden"/>
          <w:text/>
        </w:sdtPr>
        <w:sdtContent>
          <w:r>
            <w:t>[Job Title]</w:t>
          </w:r>
        </w:sdtContent>
      </w:sdt>
      <w:r>
        <w:t> | </w:t>
      </w:r>
      <w:sdt>
        <w:sdtPr>
          <w:id w:val="2063141089"/>
          <w:placeholder>
            <w:docPart w:val="408015C1432D4845AD1542A0FFA496E9"/>
          </w:placeholder>
          <w:temporary/>
          <w:showingPlcHdr/>
          <w15:appearance w15:val="hidden"/>
          <w:text/>
        </w:sdtPr>
        <w:sdtContent>
          <w:r>
            <w:t>[Company]</w:t>
          </w:r>
        </w:sdtContent>
      </w:sdt>
      <w:r>
        <w:t> | </w:t>
      </w:r>
      <w:sdt>
        <w:sdtPr>
          <w:id w:val="-577978458"/>
          <w:placeholder>
            <w:docPart w:val="60858320B159403589007A3F7B992CF2"/>
          </w:placeholder>
          <w:temporary/>
          <w:showingPlcHdr/>
          <w15:appearance w15:val="hidden"/>
          <w:text/>
        </w:sdtPr>
        <w:sdtContent>
          <w:r>
            <w:t>[Dates From - To]</w:t>
          </w:r>
        </w:sdtContent>
      </w:sdt>
    </w:p>
    <w:sdt>
      <w:sdtPr>
        <w:id w:val="-513455036"/>
        <w:placeholder>
          <w:docPart w:val="F3D68BABE1E54FB0A8B2EF7820732C83"/>
        </w:placeholder>
        <w:temporary/>
        <w:showingPlcHdr/>
        <w15:appearance w15:val="hidden"/>
      </w:sdtPr>
      <w:sdtContent>
        <w:p w:rsidR="006803AC" w:rsidRDefault="006803AC" w:rsidP="006803AC">
          <w:pPr>
            <w:pStyle w:val="ListBullet"/>
          </w:pPr>
          <w:r>
            <w:t>This is the place for a brief summary of your key responsibilities and most stellar accomplishments.</w:t>
          </w:r>
        </w:p>
      </w:sdtContent>
    </w:sdt>
    <w:p w:rsidR="006803AC" w:rsidRDefault="006803AC">
      <w:pPr>
        <w:pStyle w:val="SectionHeading"/>
      </w:pPr>
    </w:p>
    <w:p w:rsidR="009138AD" w:rsidRDefault="00531306">
      <w:pPr>
        <w:pStyle w:val="SectionHeading"/>
      </w:pPr>
      <w:r>
        <w:t xml:space="preserve">Skills </w:t>
      </w:r>
      <w:r w:rsidR="007708D7">
        <w:t>and Qualifications</w:t>
      </w:r>
    </w:p>
    <w:p w:rsidR="007708D7" w:rsidRDefault="007708D7" w:rsidP="007708D7">
      <w:pPr>
        <w:pStyle w:val="ListBullet"/>
      </w:pPr>
    </w:p>
    <w:p w:rsidR="007708D7" w:rsidRDefault="007708D7" w:rsidP="007708D7">
      <w:pPr>
        <w:pStyle w:val="ListBullet"/>
      </w:pPr>
    </w:p>
    <w:p w:rsidR="007708D7" w:rsidRDefault="007708D7" w:rsidP="007708D7">
      <w:pPr>
        <w:pStyle w:val="ListBullet"/>
      </w:pPr>
      <w:r>
        <w:t xml:space="preserve"> </w:t>
      </w:r>
    </w:p>
    <w:p w:rsidR="009138AD" w:rsidRDefault="009138AD" w:rsidP="007708D7">
      <w:pPr>
        <w:pStyle w:val="ListBullet"/>
        <w:numPr>
          <w:ilvl w:val="0"/>
          <w:numId w:val="0"/>
        </w:numPr>
        <w:ind w:left="144"/>
      </w:pPr>
      <w:bookmarkStart w:id="0" w:name="_GoBack"/>
      <w:bookmarkEnd w:id="0"/>
    </w:p>
    <w:p w:rsidR="007708D7" w:rsidRDefault="007708D7" w:rsidP="007708D7">
      <w:pPr>
        <w:pStyle w:val="SectionHeading"/>
      </w:pPr>
      <w:r>
        <w:t xml:space="preserve">References </w:t>
      </w:r>
    </w:p>
    <w:p w:rsidR="007708D7" w:rsidRDefault="007708D7" w:rsidP="007708D7">
      <w:pPr>
        <w:pStyle w:val="ListBullet"/>
        <w:numPr>
          <w:ilvl w:val="0"/>
          <w:numId w:val="0"/>
        </w:numPr>
        <w:ind w:left="144"/>
      </w:pPr>
    </w:p>
    <w:sectPr w:rsidR="007708D7">
      <w:footerReference w:type="default" r:id="rId8"/>
      <w:pgSz w:w="12240" w:h="15840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B75" w:rsidRDefault="00AC0B75">
      <w:pPr>
        <w:spacing w:after="0"/>
      </w:pPr>
      <w:r>
        <w:separator/>
      </w:r>
    </w:p>
  </w:endnote>
  <w:endnote w:type="continuationSeparator" w:id="0">
    <w:p w:rsidR="00AC0B75" w:rsidRDefault="00AC0B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8AD" w:rsidRDefault="0053130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708D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B75" w:rsidRDefault="00AC0B75">
      <w:pPr>
        <w:spacing w:after="0"/>
      </w:pPr>
      <w:r>
        <w:separator/>
      </w:r>
    </w:p>
  </w:footnote>
  <w:footnote w:type="continuationSeparator" w:id="0">
    <w:p w:rsidR="00AC0B75" w:rsidRDefault="00AC0B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85"/>
    <w:rsid w:val="00531306"/>
    <w:rsid w:val="006803AC"/>
    <w:rsid w:val="006B2A85"/>
    <w:rsid w:val="007708D7"/>
    <w:rsid w:val="009138AD"/>
    <w:rsid w:val="00AC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FA9C99-E650-4061-871D-3B2406E7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ectionHeading">
    <w:name w:val="Section Heading"/>
    <w:basedOn w:val="Normal"/>
    <w:next w:val="Normal"/>
    <w:uiPriority w:val="1"/>
    <w:qFormat/>
    <w:pPr>
      <w:spacing w:before="500" w:after="100"/>
    </w:pPr>
    <w:rPr>
      <w:rFonts w:asciiTheme="majorHAnsi" w:eastAsiaTheme="majorEastAsia" w:hAnsiTheme="majorHAnsi" w:cstheme="majorBidi"/>
      <w:b/>
      <w:bCs/>
      <w:color w:val="39A5B7" w:themeColor="accent1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paragraph" w:customStyle="1" w:styleId="Subsection">
    <w:name w:val="Subsection"/>
    <w:basedOn w:val="Normal"/>
    <w:uiPriority w:val="1"/>
    <w:qFormat/>
    <w:pPr>
      <w:spacing w:before="280" w:after="120"/>
    </w:pPr>
    <w:rPr>
      <w:b/>
      <w:bCs/>
      <w:caps/>
      <w:color w:val="262626" w:themeColor="text1" w:themeTint="D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39A5B7" w:themeColor="accent1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le.cadwell\AppData\Roaming\Microsoft\Templates\Resum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CB8D43AACE4463907FB30D9DAC1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75E1A-F453-4D01-B946-F5EB3210CCB8}"/>
      </w:docPartPr>
      <w:docPartBody>
        <w:p w:rsidR="0055404A" w:rsidRDefault="00880F09">
          <w:pPr>
            <w:pStyle w:val="19CB8D43AACE4463907FB30D9DAC123D"/>
          </w:pPr>
          <w:r>
            <w:t>[Your Name]</w:t>
          </w:r>
        </w:p>
      </w:docPartBody>
    </w:docPart>
    <w:docPart>
      <w:docPartPr>
        <w:name w:val="E8BF3C0941F24276BCE7FBC287496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AA63C-F31C-4206-B25A-297CC448D8A6}"/>
      </w:docPartPr>
      <w:docPartBody>
        <w:p w:rsidR="0055404A" w:rsidRDefault="00880F09">
          <w:pPr>
            <w:pStyle w:val="E8BF3C0941F24276BCE7FBC287496DB7"/>
          </w:pPr>
          <w:r>
            <w:t>[Address, City, ST  ZIP Code]</w:t>
          </w:r>
        </w:p>
      </w:docPartBody>
    </w:docPart>
    <w:docPart>
      <w:docPartPr>
        <w:name w:val="D8F16C2BBD1740158FE9E18AD3FE0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AF042-CCE2-4E80-BEBC-E5FDAC888509}"/>
      </w:docPartPr>
      <w:docPartBody>
        <w:p w:rsidR="0055404A" w:rsidRDefault="00880F09">
          <w:pPr>
            <w:pStyle w:val="D8F16C2BBD1740158FE9E18AD3FE086A"/>
          </w:pPr>
          <w:r>
            <w:t>[Telephone]</w:t>
          </w:r>
        </w:p>
      </w:docPartBody>
    </w:docPart>
    <w:docPart>
      <w:docPartPr>
        <w:name w:val="0EB57CC5F736406EB9E6B8A92021C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85288-0087-47B7-9981-237F9254B288}"/>
      </w:docPartPr>
      <w:docPartBody>
        <w:p w:rsidR="0055404A" w:rsidRDefault="00880F09">
          <w:pPr>
            <w:pStyle w:val="0EB57CC5F736406EB9E6B8A92021CFD8"/>
          </w:pPr>
          <w:r>
            <w:t>[Email]</w:t>
          </w:r>
        </w:p>
      </w:docPartBody>
    </w:docPart>
    <w:docPart>
      <w:docPartPr>
        <w:name w:val="78CAEC60D9B540ED97397E325916A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EA713-7B85-4403-B96C-FBFF1070A09E}"/>
      </w:docPartPr>
      <w:docPartBody>
        <w:p w:rsidR="0055404A" w:rsidRDefault="00880F09">
          <w:pPr>
            <w:pStyle w:val="78CAEC60D9B540ED97397E325916A4D7"/>
          </w:pPr>
          <w:r>
            <w:t>Check out the quick tips below to help you get started. To replace tip text with your own, just click it and start typing.</w:t>
          </w:r>
        </w:p>
      </w:docPartBody>
    </w:docPart>
    <w:docPart>
      <w:docPartPr>
        <w:name w:val="0993E98A26B943DE95F0B97669E18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A7A60-5C98-4D49-B7D5-AA84C3D5BF7C}"/>
      </w:docPartPr>
      <w:docPartBody>
        <w:p w:rsidR="0055404A" w:rsidRDefault="00880F09">
          <w:pPr>
            <w:pStyle w:val="0993E98A26B943DE95F0B97669E18EE2"/>
          </w:pPr>
          <w:r>
            <w:t>[Degree]</w:t>
          </w:r>
        </w:p>
      </w:docPartBody>
    </w:docPart>
    <w:docPart>
      <w:docPartPr>
        <w:name w:val="2C82640A1B6C4CB2A056012D0A6E2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79ACD-D46D-472D-85AD-B59A4C4CCBB6}"/>
      </w:docPartPr>
      <w:docPartBody>
        <w:p w:rsidR="0055404A" w:rsidRDefault="00880F09">
          <w:pPr>
            <w:pStyle w:val="2C82640A1B6C4CB2A056012D0A6E22CA"/>
          </w:pPr>
          <w:r>
            <w:t>[Date Earned]</w:t>
          </w:r>
        </w:p>
      </w:docPartBody>
    </w:docPart>
    <w:docPart>
      <w:docPartPr>
        <w:name w:val="FB861BEEADFE463388F57B9A856B7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8C5BA-D6BF-48F2-80AC-21B7EA2D20F0}"/>
      </w:docPartPr>
      <w:docPartBody>
        <w:p w:rsidR="0055404A" w:rsidRDefault="00880F09">
          <w:pPr>
            <w:pStyle w:val="FB861BEEADFE463388F57B9A856B7B6F"/>
          </w:pPr>
          <w:r>
            <w:t>[School]</w:t>
          </w:r>
        </w:p>
      </w:docPartBody>
    </w:docPart>
    <w:docPart>
      <w:docPartPr>
        <w:name w:val="958F2E9CD1404D9A93D4F9495A5FC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BCBF3-5FD0-41E6-93F3-0B96570A25E6}"/>
      </w:docPartPr>
      <w:docPartBody>
        <w:p w:rsidR="0055404A" w:rsidRDefault="00880F09">
          <w:pPr>
            <w:pStyle w:val="958F2E9CD1404D9A93D4F9495A5FC4DE"/>
          </w:pPr>
          <w:r>
            <w:t>[Click here to enter text]</w:t>
          </w:r>
        </w:p>
      </w:docPartBody>
    </w:docPart>
    <w:docPart>
      <w:docPartPr>
        <w:name w:val="1C8BE4226F774AAFB17B9BE3B6E76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494B4-86D3-47DB-9074-7BD8A7198DC5}"/>
      </w:docPartPr>
      <w:docPartBody>
        <w:p w:rsidR="00000000" w:rsidRDefault="0055404A" w:rsidP="0055404A">
          <w:pPr>
            <w:pStyle w:val="1C8BE4226F774AAFB17B9BE3B6E76806"/>
          </w:pPr>
          <w:r>
            <w:t>[Job Title]</w:t>
          </w:r>
        </w:p>
      </w:docPartBody>
    </w:docPart>
    <w:docPart>
      <w:docPartPr>
        <w:name w:val="408015C1432D4845AD1542A0FFA49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C82CD-3AA3-4D1E-A4CA-B464849D128E}"/>
      </w:docPartPr>
      <w:docPartBody>
        <w:p w:rsidR="00000000" w:rsidRDefault="0055404A" w:rsidP="0055404A">
          <w:pPr>
            <w:pStyle w:val="408015C1432D4845AD1542A0FFA496E9"/>
          </w:pPr>
          <w:r>
            <w:t>[Company]</w:t>
          </w:r>
        </w:p>
      </w:docPartBody>
    </w:docPart>
    <w:docPart>
      <w:docPartPr>
        <w:name w:val="60858320B159403589007A3F7B992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F38E9-A438-4C53-B364-ADCC6CB796C7}"/>
      </w:docPartPr>
      <w:docPartBody>
        <w:p w:rsidR="00000000" w:rsidRDefault="0055404A" w:rsidP="0055404A">
          <w:pPr>
            <w:pStyle w:val="60858320B159403589007A3F7B992CF2"/>
          </w:pPr>
          <w:r>
            <w:t>[Dates From - To]</w:t>
          </w:r>
        </w:p>
      </w:docPartBody>
    </w:docPart>
    <w:docPart>
      <w:docPartPr>
        <w:name w:val="F3D68BABE1E54FB0A8B2EF7820732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02838-7BF7-445C-83A7-FB6CF348575D}"/>
      </w:docPartPr>
      <w:docPartBody>
        <w:p w:rsidR="00000000" w:rsidRDefault="0055404A" w:rsidP="0055404A">
          <w:pPr>
            <w:pStyle w:val="F3D68BABE1E54FB0A8B2EF7820732C83"/>
          </w:pPr>
          <w:r>
            <w:t>This is the place for a brief summary of your key responsibilities and most stellar accomplishments.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6A"/>
    <w:rsid w:val="0055404A"/>
    <w:rsid w:val="00880F09"/>
    <w:rsid w:val="00A751EB"/>
    <w:rsid w:val="00B4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CB8D43AACE4463907FB30D9DAC123D">
    <w:name w:val="19CB8D43AACE4463907FB30D9DAC123D"/>
  </w:style>
  <w:style w:type="paragraph" w:customStyle="1" w:styleId="E8BF3C0941F24276BCE7FBC287496DB7">
    <w:name w:val="E8BF3C0941F24276BCE7FBC287496DB7"/>
  </w:style>
  <w:style w:type="paragraph" w:customStyle="1" w:styleId="D8F16C2BBD1740158FE9E18AD3FE086A">
    <w:name w:val="D8F16C2BBD1740158FE9E18AD3FE086A"/>
  </w:style>
  <w:style w:type="paragraph" w:customStyle="1" w:styleId="0EB57CC5F736406EB9E6B8A92021CFD8">
    <w:name w:val="0EB57CC5F736406EB9E6B8A92021CFD8"/>
  </w:style>
  <w:style w:type="paragraph" w:customStyle="1" w:styleId="78CAEC60D9B540ED97397E325916A4D7">
    <w:name w:val="78CAEC60D9B540ED97397E325916A4D7"/>
  </w:style>
  <w:style w:type="paragraph" w:customStyle="1" w:styleId="0993E98A26B943DE95F0B97669E18EE2">
    <w:name w:val="0993E98A26B943DE95F0B97669E18EE2"/>
  </w:style>
  <w:style w:type="paragraph" w:customStyle="1" w:styleId="2C82640A1B6C4CB2A056012D0A6E22CA">
    <w:name w:val="2C82640A1B6C4CB2A056012D0A6E22CA"/>
  </w:style>
  <w:style w:type="paragraph" w:customStyle="1" w:styleId="FB861BEEADFE463388F57B9A856B7B6F">
    <w:name w:val="FB861BEEADFE463388F57B9A856B7B6F"/>
  </w:style>
  <w:style w:type="paragraph" w:customStyle="1" w:styleId="958F2E9CD1404D9A93D4F9495A5FC4DE">
    <w:name w:val="958F2E9CD1404D9A93D4F9495A5FC4DE"/>
  </w:style>
  <w:style w:type="character" w:styleId="PlaceholderText">
    <w:name w:val="Placeholder Text"/>
    <w:basedOn w:val="DefaultParagraphFont"/>
    <w:uiPriority w:val="99"/>
    <w:semiHidden/>
    <w:rsid w:val="00B41E6A"/>
    <w:rPr>
      <w:color w:val="808080"/>
    </w:rPr>
  </w:style>
  <w:style w:type="paragraph" w:customStyle="1" w:styleId="B61EE5A418FF422EB656F3B102ABB1D5">
    <w:name w:val="B61EE5A418FF422EB656F3B102ABB1D5"/>
  </w:style>
  <w:style w:type="paragraph" w:customStyle="1" w:styleId="4B18B07552C043F5BA372545272C60CB">
    <w:name w:val="4B18B07552C043F5BA372545272C60CB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 w:line="240" w:lineRule="auto"/>
    </w:pPr>
    <w:rPr>
      <w:rFonts w:cs="Times New Roman"/>
      <w:color w:val="404040" w:themeColor="text1" w:themeTint="BF"/>
      <w:sz w:val="18"/>
    </w:rPr>
  </w:style>
  <w:style w:type="paragraph" w:customStyle="1" w:styleId="A5A0CD226BE94F04AABBF38C685FEBA2">
    <w:name w:val="A5A0CD226BE94F04AABBF38C685FEBA2"/>
  </w:style>
  <w:style w:type="paragraph" w:customStyle="1" w:styleId="2C2422134A4C4D75A22ECAF2DE9DAA26">
    <w:name w:val="2C2422134A4C4D75A22ECAF2DE9DAA26"/>
  </w:style>
  <w:style w:type="paragraph" w:customStyle="1" w:styleId="7BB87DBE7CC74B2F997AD6AE2E1C9B61">
    <w:name w:val="7BB87DBE7CC74B2F997AD6AE2E1C9B61"/>
  </w:style>
  <w:style w:type="paragraph" w:customStyle="1" w:styleId="679B9DFAC1764889AB7ED9F969DF1908">
    <w:name w:val="679B9DFAC1764889AB7ED9F969DF1908"/>
  </w:style>
  <w:style w:type="paragraph" w:customStyle="1" w:styleId="79830AF5B7174BEDA847978C60E64A8A">
    <w:name w:val="79830AF5B7174BEDA847978C60E64A8A"/>
  </w:style>
  <w:style w:type="paragraph" w:customStyle="1" w:styleId="4C36203B8AA64786AA4122CD300D6BBB">
    <w:name w:val="4C36203B8AA64786AA4122CD300D6BBB"/>
  </w:style>
  <w:style w:type="paragraph" w:customStyle="1" w:styleId="BA31B0AF70DA4CDDA944279DEDA14348">
    <w:name w:val="BA31B0AF70DA4CDDA944279DEDA14348"/>
  </w:style>
  <w:style w:type="paragraph" w:customStyle="1" w:styleId="6FF801401A77494A8BD20F4F3FB9D15C">
    <w:name w:val="6FF801401A77494A8BD20F4F3FB9D15C"/>
    <w:rsid w:val="00B41E6A"/>
  </w:style>
  <w:style w:type="paragraph" w:customStyle="1" w:styleId="748F28B6DD8847169E00BFB21C0253DC">
    <w:name w:val="748F28B6DD8847169E00BFB21C0253DC"/>
    <w:rsid w:val="00B41E6A"/>
  </w:style>
  <w:style w:type="paragraph" w:customStyle="1" w:styleId="CCFAB90E9BB147FEB42BD792817E39C2">
    <w:name w:val="CCFAB90E9BB147FEB42BD792817E39C2"/>
    <w:rsid w:val="00B41E6A"/>
  </w:style>
  <w:style w:type="paragraph" w:customStyle="1" w:styleId="1C8BE4226F774AAFB17B9BE3B6E76806">
    <w:name w:val="1C8BE4226F774AAFB17B9BE3B6E76806"/>
    <w:rsid w:val="0055404A"/>
  </w:style>
  <w:style w:type="paragraph" w:customStyle="1" w:styleId="408015C1432D4845AD1542A0FFA496E9">
    <w:name w:val="408015C1432D4845AD1542A0FFA496E9"/>
    <w:rsid w:val="0055404A"/>
  </w:style>
  <w:style w:type="paragraph" w:customStyle="1" w:styleId="60858320B159403589007A3F7B992CF2">
    <w:name w:val="60858320B159403589007A3F7B992CF2"/>
    <w:rsid w:val="0055404A"/>
  </w:style>
  <w:style w:type="paragraph" w:customStyle="1" w:styleId="F3D68BABE1E54FB0A8B2EF7820732C83">
    <w:name w:val="F3D68BABE1E54FB0A8B2EF7820732C83"/>
    <w:rsid w:val="005540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5431C3B-1C29-4CFE-8693-96D0EE286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Name</dc:creator>
  <cp:keywords/>
  <cp:lastModifiedBy>Michelle Clark-Cadwell</cp:lastModifiedBy>
  <cp:revision>3</cp:revision>
  <dcterms:created xsi:type="dcterms:W3CDTF">2016-02-18T22:46:00Z</dcterms:created>
  <dcterms:modified xsi:type="dcterms:W3CDTF">2017-02-15T16:45:00Z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TC029188809991</vt:lpwstr>
  </property>
</Properties>
</file>